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F70AE32"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4350E4">
        <w:rPr>
          <w:rStyle w:val="Strong"/>
          <w:rFonts w:asciiTheme="minorHAnsi" w:hAnsiTheme="minorHAnsi" w:cstheme="minorHAnsi"/>
          <w:lang w:val="en-GB"/>
        </w:rPr>
        <w:t>46-G008-24</w:t>
      </w:r>
      <w:r w:rsidR="004350E4"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085D878C"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CA3A21">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6810B24D" w14:textId="77777777" w:rsidR="004350E4" w:rsidRDefault="004350E4" w:rsidP="00166C12">
      <w:pPr>
        <w:rPr>
          <w:lang w:val="en-GB"/>
        </w:rPr>
      </w:pPr>
    </w:p>
    <w:p w14:paraId="6B507E64" w14:textId="39345732" w:rsidR="004350E4" w:rsidRDefault="004350E4" w:rsidP="00166C12">
      <w:pPr>
        <w:rPr>
          <w:lang w:val="en-GB"/>
        </w:rPr>
      </w:pPr>
      <w:r>
        <w:rPr>
          <w:lang w:val="en-GB"/>
        </w:rPr>
        <w:t>To: Secretary, Ministry of Finance and Economic Development</w:t>
      </w:r>
    </w:p>
    <w:p w14:paraId="6C1F52B1" w14:textId="73555A34" w:rsidR="004350E4" w:rsidRDefault="004350E4" w:rsidP="00166C12">
      <w:pPr>
        <w:rPr>
          <w:lang w:val="en-GB"/>
        </w:rPr>
      </w:pPr>
      <w:r>
        <w:rPr>
          <w:lang w:val="en-GB"/>
        </w:rPr>
        <w:t xml:space="preserve">       Bairiki, Tarawa. </w:t>
      </w:r>
    </w:p>
    <w:p w14:paraId="3AD1E5F5" w14:textId="77777777" w:rsidR="004350E4" w:rsidRDefault="004350E4" w:rsidP="00166C12">
      <w:pPr>
        <w:rPr>
          <w:lang w:val="en-GB"/>
        </w:rPr>
      </w:pPr>
    </w:p>
    <w:p w14:paraId="296B4333" w14:textId="5C6B8DEB" w:rsidR="004350E4" w:rsidRDefault="004350E4" w:rsidP="00166C12">
      <w:pPr>
        <w:rPr>
          <w:lang w:val="en-GB"/>
        </w:rPr>
      </w:pPr>
      <w:r>
        <w:rPr>
          <w:lang w:val="en-GB"/>
        </w:rPr>
        <w:t>Attention: Central Procurement Unit</w:t>
      </w:r>
    </w:p>
    <w:p w14:paraId="4D645432" w14:textId="0CDCD128" w:rsidR="004350E4" w:rsidRPr="00B41F59" w:rsidRDefault="004350E4" w:rsidP="00166C12">
      <w:pPr>
        <w:rPr>
          <w:lang w:val="en-GB"/>
        </w:rPr>
      </w:pPr>
      <w:r>
        <w:rPr>
          <w:lang w:val="en-GB"/>
        </w:rPr>
        <w:t>Tender No: 46-G008-24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46415DC7"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F8AC52" w14:textId="71617689" w:rsidR="004350E4" w:rsidRDefault="004350E4"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393735E3" w14:textId="6C266330" w:rsidR="004350E4" w:rsidRDefault="004350E4"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(For local suppliers, this must be certified by the MTCIC)</w:t>
      </w:r>
    </w:p>
    <w:p w14:paraId="43D084AA" w14:textId="47D4039F" w:rsidR="004350E4" w:rsidRPr="007F3777" w:rsidRDefault="004350E4"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B04D8D">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2F468" w14:textId="77777777" w:rsidR="00B04D8D" w:rsidRDefault="00B04D8D">
      <w:r>
        <w:separator/>
      </w:r>
    </w:p>
  </w:endnote>
  <w:endnote w:type="continuationSeparator" w:id="0">
    <w:p w14:paraId="52869084" w14:textId="77777777" w:rsidR="00B04D8D" w:rsidRDefault="00B04D8D">
      <w:r>
        <w:continuationSeparator/>
      </w:r>
    </w:p>
  </w:endnote>
  <w:endnote w:type="continuationNotice" w:id="1">
    <w:p w14:paraId="61A66D22" w14:textId="77777777" w:rsidR="00B04D8D" w:rsidRDefault="00B04D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A3A21" w:rsidRPr="00CA3A21">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A3A21" w:rsidRPr="00CA3A21">
      <w:rPr>
        <w:noProof/>
        <w:color w:val="17365D" w:themeColor="text2" w:themeShade="BF"/>
        <w:lang w:val="sv-SE"/>
      </w:rPr>
      <w:t>7</w:t>
    </w:r>
    <w:r>
      <w:rPr>
        <w:color w:val="17365D" w:themeColor="text2" w:themeShade="BF"/>
      </w:rPr>
      <w:fldChar w:fldCharType="end"/>
    </w:r>
  </w:p>
  <w:p w14:paraId="213B5D63" w14:textId="0BB6DDAD" w:rsidR="00133D55" w:rsidRDefault="00133D55" w:rsidP="004878F3">
    <w:pPr>
      <w:pStyle w:val="Footer"/>
    </w:pPr>
    <w:r>
      <w:fldChar w:fldCharType="begin"/>
    </w:r>
    <w:r>
      <w:instrText xml:space="preserve"> DATE \@ "yyyy-MM-dd" </w:instrText>
    </w:r>
    <w:r>
      <w:fldChar w:fldCharType="separate"/>
    </w:r>
    <w:r w:rsidR="004350E4">
      <w:rPr>
        <w:noProof/>
      </w:rPr>
      <w:t>2024-04-24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665A0" w14:textId="77777777" w:rsidR="00B04D8D" w:rsidRDefault="00B04D8D">
      <w:r>
        <w:separator/>
      </w:r>
    </w:p>
  </w:footnote>
  <w:footnote w:type="continuationSeparator" w:id="0">
    <w:p w14:paraId="380B60BD" w14:textId="77777777" w:rsidR="00B04D8D" w:rsidRDefault="00B04D8D">
      <w:r>
        <w:continuationSeparator/>
      </w:r>
    </w:p>
  </w:footnote>
  <w:footnote w:type="continuationNotice" w:id="1">
    <w:p w14:paraId="1B37CA03" w14:textId="77777777" w:rsidR="00B04D8D" w:rsidRDefault="00B04D8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DC9E3C3"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69364473">
    <w:abstractNumId w:val="1"/>
  </w:num>
  <w:num w:numId="2" w16cid:durableId="1206061564">
    <w:abstractNumId w:val="12"/>
  </w:num>
  <w:num w:numId="3" w16cid:durableId="789586525">
    <w:abstractNumId w:val="13"/>
  </w:num>
  <w:num w:numId="4" w16cid:durableId="855466072">
    <w:abstractNumId w:val="7"/>
  </w:num>
  <w:num w:numId="5" w16cid:durableId="2027825597">
    <w:abstractNumId w:val="6"/>
  </w:num>
  <w:num w:numId="6" w16cid:durableId="113326392">
    <w:abstractNumId w:val="9"/>
  </w:num>
  <w:num w:numId="7" w16cid:durableId="1541480878">
    <w:abstractNumId w:val="8"/>
  </w:num>
  <w:num w:numId="8" w16cid:durableId="1846434883">
    <w:abstractNumId w:val="11"/>
  </w:num>
  <w:num w:numId="9" w16cid:durableId="204223508">
    <w:abstractNumId w:val="0"/>
  </w:num>
  <w:num w:numId="10" w16cid:durableId="771316608">
    <w:abstractNumId w:val="10"/>
  </w:num>
  <w:num w:numId="11" w16cid:durableId="405883320">
    <w:abstractNumId w:val="4"/>
  </w:num>
  <w:num w:numId="12" w16cid:durableId="1249922081">
    <w:abstractNumId w:val="3"/>
  </w:num>
  <w:num w:numId="13" w16cid:durableId="1188106641">
    <w:abstractNumId w:val="5"/>
  </w:num>
  <w:num w:numId="14" w16cid:durableId="141416482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3B1"/>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0E4"/>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4D8D"/>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3A21"/>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86ABE8-C57E-4BB8-8784-0CC9D5C8E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4</TotalTime>
  <Pages>7</Pages>
  <Words>1798</Words>
  <Characters>10252</Characters>
  <Application>Microsoft Office Word</Application>
  <DocSecurity>0</DocSecurity>
  <Lines>85</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12026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3</cp:revision>
  <cp:lastPrinted>2013-10-18T08:32:00Z</cp:lastPrinted>
  <dcterms:created xsi:type="dcterms:W3CDTF">2024-04-24T00:05:00Z</dcterms:created>
  <dcterms:modified xsi:type="dcterms:W3CDTF">2024-04-24T03:19:00Z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